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998" w:rsidRPr="008C1BBF" w:rsidRDefault="008C1BBF" w:rsidP="00BB0C49">
      <w:pPr>
        <w:rPr>
          <w:rFonts w:ascii="Times New Roman" w:hAnsi="Times New Roman" w:cs="Times New Roman"/>
          <w:sz w:val="28"/>
          <w:szCs w:val="28"/>
        </w:rPr>
      </w:pPr>
      <w:r w:rsidRPr="008C1BBF">
        <w:rPr>
          <w:rFonts w:ascii="Times New Roman" w:hAnsi="Times New Roman" w:cs="Times New Roman"/>
          <w:sz w:val="28"/>
          <w:szCs w:val="28"/>
        </w:rPr>
        <w:t>SCOALA GIMNAZIALA “MARIN PREDA”, PITESTI</w:t>
      </w:r>
    </w:p>
    <w:p w:rsidR="008C1BBF" w:rsidRPr="008C1BBF" w:rsidRDefault="008C1BBF" w:rsidP="00BB0C49">
      <w:pPr>
        <w:rPr>
          <w:rFonts w:ascii="Times New Roman" w:hAnsi="Times New Roman" w:cs="Times New Roman"/>
          <w:sz w:val="28"/>
          <w:szCs w:val="28"/>
        </w:rPr>
      </w:pPr>
      <w:r w:rsidRPr="008C1BBF">
        <w:rPr>
          <w:rFonts w:ascii="Times New Roman" w:hAnsi="Times New Roman" w:cs="Times New Roman"/>
          <w:sz w:val="28"/>
          <w:szCs w:val="28"/>
        </w:rPr>
        <w:t>NR……………</w:t>
      </w:r>
      <w:proofErr w:type="gramStart"/>
      <w:r w:rsidRPr="008C1BBF">
        <w:rPr>
          <w:rFonts w:ascii="Times New Roman" w:hAnsi="Times New Roman" w:cs="Times New Roman"/>
          <w:sz w:val="28"/>
          <w:szCs w:val="28"/>
        </w:rPr>
        <w:t>./</w:t>
      </w:r>
      <w:proofErr w:type="gramEnd"/>
      <w:r w:rsidRPr="008C1BBF">
        <w:rPr>
          <w:rFonts w:ascii="Times New Roman" w:hAnsi="Times New Roman" w:cs="Times New Roman"/>
          <w:sz w:val="28"/>
          <w:szCs w:val="28"/>
        </w:rPr>
        <w:t>……………………………</w:t>
      </w:r>
    </w:p>
    <w:p w:rsidR="008C1BBF" w:rsidRPr="008C1BBF" w:rsidRDefault="008C1BBF" w:rsidP="00BB0C49">
      <w:pPr>
        <w:rPr>
          <w:rFonts w:ascii="Times New Roman" w:hAnsi="Times New Roman" w:cs="Times New Roman"/>
          <w:sz w:val="28"/>
          <w:szCs w:val="28"/>
        </w:rPr>
      </w:pPr>
      <w:r w:rsidRPr="008C1BBF">
        <w:rPr>
          <w:rFonts w:ascii="Times New Roman" w:hAnsi="Times New Roman" w:cs="Times New Roman"/>
          <w:sz w:val="28"/>
          <w:szCs w:val="28"/>
        </w:rPr>
        <w:t>DIRIGINTE: BADESCU GABRIELA</w:t>
      </w:r>
    </w:p>
    <w:p w:rsidR="008C1BBF" w:rsidRDefault="008C1BBF" w:rsidP="00BB0C49">
      <w:pPr>
        <w:rPr>
          <w:rFonts w:ascii="Times New Roman" w:hAnsi="Times New Roman" w:cs="Times New Roman"/>
          <w:sz w:val="28"/>
          <w:szCs w:val="28"/>
        </w:rPr>
      </w:pPr>
      <w:r w:rsidRPr="008C1BBF">
        <w:rPr>
          <w:rFonts w:ascii="Times New Roman" w:hAnsi="Times New Roman" w:cs="Times New Roman"/>
          <w:sz w:val="28"/>
          <w:szCs w:val="28"/>
        </w:rPr>
        <w:t>CLASA A VI-</w:t>
      </w:r>
      <w:proofErr w:type="gramStart"/>
      <w:r w:rsidRPr="008C1BB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C1BBF">
        <w:rPr>
          <w:rFonts w:ascii="Times New Roman" w:hAnsi="Times New Roman" w:cs="Times New Roman"/>
          <w:sz w:val="28"/>
          <w:szCs w:val="28"/>
        </w:rPr>
        <w:t xml:space="preserve"> A</w:t>
      </w:r>
    </w:p>
    <w:p w:rsidR="008C1BBF" w:rsidRDefault="008C1BBF" w:rsidP="00BB0C49">
      <w:pPr>
        <w:rPr>
          <w:rFonts w:ascii="Times New Roman" w:hAnsi="Times New Roman" w:cs="Times New Roman"/>
          <w:sz w:val="28"/>
          <w:szCs w:val="28"/>
        </w:rPr>
      </w:pPr>
    </w:p>
    <w:p w:rsidR="008C1BBF" w:rsidRDefault="008C1BBF" w:rsidP="00896F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PROPUNERI ACTIVITATI “SCOALA ALTFEL” 2016</w:t>
      </w:r>
    </w:p>
    <w:p w:rsidR="008C1BBF" w:rsidRDefault="008C1BBF" w:rsidP="00E56FC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075" w:type="dxa"/>
        <w:tblLook w:val="04A0"/>
      </w:tblPr>
      <w:tblGrid>
        <w:gridCol w:w="808"/>
        <w:gridCol w:w="1330"/>
        <w:gridCol w:w="1654"/>
        <w:gridCol w:w="1577"/>
        <w:gridCol w:w="1178"/>
        <w:gridCol w:w="1663"/>
        <w:gridCol w:w="1865"/>
      </w:tblGrid>
      <w:tr w:rsidR="00BB0C49" w:rsidTr="00896F56">
        <w:trPr>
          <w:trHeight w:val="710"/>
        </w:trPr>
        <w:tc>
          <w:tcPr>
            <w:tcW w:w="808" w:type="dxa"/>
          </w:tcPr>
          <w:p w:rsidR="008C1BBF" w:rsidRPr="00896F56" w:rsidRDefault="008C1BBF" w:rsidP="00E56F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>NR.</w:t>
            </w:r>
            <w:proofErr w:type="gramEnd"/>
          </w:p>
          <w:p w:rsidR="008C1BBF" w:rsidRPr="00896F56" w:rsidRDefault="008C1BBF" w:rsidP="00E56F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>CRT</w:t>
            </w:r>
          </w:p>
        </w:tc>
        <w:tc>
          <w:tcPr>
            <w:tcW w:w="1330" w:type="dxa"/>
          </w:tcPr>
          <w:p w:rsidR="008C1BBF" w:rsidRPr="00896F56" w:rsidRDefault="008C1BBF" w:rsidP="00E56F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>ZIUA</w:t>
            </w:r>
          </w:p>
        </w:tc>
        <w:tc>
          <w:tcPr>
            <w:tcW w:w="1654" w:type="dxa"/>
          </w:tcPr>
          <w:p w:rsidR="008C1BBF" w:rsidRPr="00896F56" w:rsidRDefault="008C1BBF" w:rsidP="00E56F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>Activitatea</w:t>
            </w:r>
            <w:proofErr w:type="spellEnd"/>
          </w:p>
          <w:p w:rsidR="008C1BBF" w:rsidRPr="00896F56" w:rsidRDefault="008C1BBF" w:rsidP="00E56F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>propusa</w:t>
            </w:r>
            <w:proofErr w:type="spellEnd"/>
          </w:p>
        </w:tc>
        <w:tc>
          <w:tcPr>
            <w:tcW w:w="1577" w:type="dxa"/>
          </w:tcPr>
          <w:p w:rsidR="008C1BBF" w:rsidRPr="00896F56" w:rsidRDefault="008C1BBF" w:rsidP="00E56F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>Tipul</w:t>
            </w:r>
            <w:proofErr w:type="spellEnd"/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de </w:t>
            </w:r>
            <w:proofErr w:type="spellStart"/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>activitate</w:t>
            </w:r>
            <w:proofErr w:type="spellEnd"/>
          </w:p>
        </w:tc>
        <w:tc>
          <w:tcPr>
            <w:tcW w:w="1178" w:type="dxa"/>
          </w:tcPr>
          <w:p w:rsidR="008C1BBF" w:rsidRPr="00896F56" w:rsidRDefault="008C1BBF" w:rsidP="00E56F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>Durata</w:t>
            </w:r>
            <w:proofErr w:type="spellEnd"/>
          </w:p>
        </w:tc>
        <w:tc>
          <w:tcPr>
            <w:tcW w:w="1663" w:type="dxa"/>
          </w:tcPr>
          <w:p w:rsidR="008C1BBF" w:rsidRPr="00896F56" w:rsidRDefault="008C1BBF" w:rsidP="00E56F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>Modalitatea</w:t>
            </w:r>
            <w:proofErr w:type="spellEnd"/>
          </w:p>
          <w:p w:rsidR="008C1BBF" w:rsidRPr="00896F56" w:rsidRDefault="008C1BBF" w:rsidP="00E56F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>de org.</w:t>
            </w:r>
          </w:p>
        </w:tc>
        <w:tc>
          <w:tcPr>
            <w:tcW w:w="1865" w:type="dxa"/>
          </w:tcPr>
          <w:p w:rsidR="008C1BBF" w:rsidRPr="00896F56" w:rsidRDefault="008C1BBF" w:rsidP="00E56F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96F56">
              <w:rPr>
                <w:rFonts w:ascii="Times New Roman" w:hAnsi="Times New Roman" w:cs="Times New Roman"/>
                <w:b/>
                <w:sz w:val="28"/>
                <w:szCs w:val="28"/>
              </w:rPr>
              <w:t>Responsabili</w:t>
            </w:r>
            <w:proofErr w:type="spellEnd"/>
          </w:p>
        </w:tc>
      </w:tr>
      <w:tr w:rsidR="00BB0C49" w:rsidTr="00896F56">
        <w:tc>
          <w:tcPr>
            <w:tcW w:w="808" w:type="dxa"/>
          </w:tcPr>
          <w:p w:rsidR="008C1BBF" w:rsidRDefault="008C1BB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30" w:type="dxa"/>
          </w:tcPr>
          <w:p w:rsidR="008C1BBF" w:rsidRDefault="003966DB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 IV.2016</w:t>
            </w:r>
          </w:p>
        </w:tc>
        <w:tc>
          <w:tcPr>
            <w:tcW w:w="1654" w:type="dxa"/>
          </w:tcPr>
          <w:p w:rsidR="008C1BBF" w:rsidRDefault="003966DB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Sport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sanatate</w:t>
            </w:r>
            <w:proofErr w:type="spellEnd"/>
          </w:p>
        </w:tc>
        <w:tc>
          <w:tcPr>
            <w:tcW w:w="1577" w:type="dxa"/>
          </w:tcPr>
          <w:p w:rsidR="008C1BBF" w:rsidRDefault="003966DB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Jocuri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sportive</w:t>
            </w:r>
          </w:p>
        </w:tc>
        <w:tc>
          <w:tcPr>
            <w:tcW w:w="1178" w:type="dxa"/>
          </w:tcPr>
          <w:p w:rsidR="008C1BBF" w:rsidRDefault="003966DB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12 - 15</w:t>
            </w:r>
          </w:p>
        </w:tc>
        <w:tc>
          <w:tcPr>
            <w:tcW w:w="1663" w:type="dxa"/>
          </w:tcPr>
          <w:p w:rsidR="008C1BBF" w:rsidRDefault="003966DB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echipe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jocuri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sportive</w:t>
            </w:r>
          </w:p>
        </w:tc>
        <w:tc>
          <w:tcPr>
            <w:tcW w:w="1865" w:type="dxa"/>
          </w:tcPr>
          <w:p w:rsidR="00BB0C49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Boteanu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</w:t>
            </w:r>
          </w:p>
          <w:p w:rsidR="00BB0C49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Badescu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G.</w:t>
            </w:r>
          </w:p>
        </w:tc>
      </w:tr>
      <w:tr w:rsidR="00BB0C49" w:rsidTr="00896F56">
        <w:tc>
          <w:tcPr>
            <w:tcW w:w="808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330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 IV.2016</w:t>
            </w:r>
          </w:p>
        </w:tc>
        <w:tc>
          <w:tcPr>
            <w:tcW w:w="1654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Atelier 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creativitate</w:t>
            </w:r>
            <w:proofErr w:type="spellEnd"/>
          </w:p>
        </w:tc>
        <w:tc>
          <w:tcPr>
            <w:tcW w:w="1577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Oua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incondeiate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felicitari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Pasti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cosulete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decorative</w:t>
            </w:r>
          </w:p>
        </w:tc>
        <w:tc>
          <w:tcPr>
            <w:tcW w:w="1178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15 -17</w:t>
            </w:r>
          </w:p>
        </w:tc>
        <w:tc>
          <w:tcPr>
            <w:tcW w:w="1663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Individual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sau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echipa</w:t>
            </w:r>
            <w:proofErr w:type="spellEnd"/>
          </w:p>
        </w:tc>
        <w:tc>
          <w:tcPr>
            <w:tcW w:w="1865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Leucus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D.</w:t>
            </w:r>
            <w:proofErr w:type="gramEnd"/>
          </w:p>
          <w:p w:rsidR="00BB0C49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Ene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D.</w:t>
            </w:r>
            <w:proofErr w:type="gramEnd"/>
          </w:p>
          <w:p w:rsidR="00BB0C49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Ciurea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T.</w:t>
            </w:r>
          </w:p>
        </w:tc>
      </w:tr>
      <w:tr w:rsidR="00BB0C49" w:rsidTr="00896F56">
        <w:tc>
          <w:tcPr>
            <w:tcW w:w="808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330" w:type="dxa"/>
          </w:tcPr>
          <w:p w:rsidR="00BB0C49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IV.2016</w:t>
            </w:r>
          </w:p>
        </w:tc>
        <w:tc>
          <w:tcPr>
            <w:tcW w:w="1654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“O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scrisoare</w:t>
            </w:r>
            <w:proofErr w:type="spellEnd"/>
          </w:p>
          <w:p w:rsidR="00BB0C49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pierduta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577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Vizionare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film</w:t>
            </w:r>
          </w:p>
        </w:tc>
        <w:tc>
          <w:tcPr>
            <w:tcW w:w="1178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12 -15</w:t>
            </w:r>
          </w:p>
        </w:tc>
        <w:tc>
          <w:tcPr>
            <w:tcW w:w="1663" w:type="dxa"/>
          </w:tcPr>
          <w:p w:rsidR="008C1BBF" w:rsidRDefault="00BB0C49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Cu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intreaga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clasa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camerata</w:t>
            </w:r>
            <w:proofErr w:type="spellEnd"/>
          </w:p>
        </w:tc>
        <w:tc>
          <w:tcPr>
            <w:tcW w:w="1865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Radoi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6FC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Vasilescu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R.</w:t>
            </w:r>
          </w:p>
        </w:tc>
      </w:tr>
      <w:tr w:rsidR="00BB0C49" w:rsidTr="00896F56">
        <w:tc>
          <w:tcPr>
            <w:tcW w:w="808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330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 IV.2016</w:t>
            </w:r>
          </w:p>
        </w:tc>
        <w:tc>
          <w:tcPr>
            <w:tcW w:w="1654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Vizita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Muzeul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Judetean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Planetarium</w:t>
            </w:r>
          </w:p>
        </w:tc>
        <w:tc>
          <w:tcPr>
            <w:tcW w:w="1577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Vizita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cultural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educativa</w:t>
            </w:r>
            <w:proofErr w:type="spellEnd"/>
          </w:p>
        </w:tc>
        <w:tc>
          <w:tcPr>
            <w:tcW w:w="1178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15,30 – </w:t>
            </w:r>
          </w:p>
          <w:p w:rsidR="00E56FC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63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Intreaga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clasa</w:t>
            </w:r>
            <w:proofErr w:type="spellEnd"/>
          </w:p>
        </w:tc>
        <w:tc>
          <w:tcPr>
            <w:tcW w:w="1865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Sora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R.</w:t>
            </w:r>
            <w:proofErr w:type="gramEnd"/>
          </w:p>
          <w:p w:rsidR="00E56FC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Badescu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G.</w:t>
            </w:r>
          </w:p>
        </w:tc>
      </w:tr>
      <w:tr w:rsidR="00BB0C49" w:rsidTr="00896F56">
        <w:tc>
          <w:tcPr>
            <w:tcW w:w="808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330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  <w:p w:rsidR="00E56FC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IV.2016</w:t>
            </w:r>
          </w:p>
        </w:tc>
        <w:tc>
          <w:tcPr>
            <w:tcW w:w="1654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Natura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sanatate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frumusete</w:t>
            </w:r>
            <w:proofErr w:type="spellEnd"/>
          </w:p>
        </w:tc>
        <w:tc>
          <w:tcPr>
            <w:tcW w:w="1577" w:type="dxa"/>
          </w:tcPr>
          <w:p w:rsidR="008C1BBF" w:rsidRDefault="00E56FCF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Activitati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liber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Parcul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Lunca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Argesului</w:t>
            </w:r>
            <w:proofErr w:type="spellEnd"/>
          </w:p>
        </w:tc>
        <w:tc>
          <w:tcPr>
            <w:tcW w:w="1178" w:type="dxa"/>
          </w:tcPr>
          <w:p w:rsidR="008C1BBF" w:rsidRDefault="00E56FCF" w:rsidP="00896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12 -15</w:t>
            </w:r>
          </w:p>
        </w:tc>
        <w:tc>
          <w:tcPr>
            <w:tcW w:w="1663" w:type="dxa"/>
          </w:tcPr>
          <w:p w:rsidR="008C1BBF" w:rsidRDefault="00E56FCF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Intreaga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clasa</w:t>
            </w:r>
            <w:proofErr w:type="spellEnd"/>
          </w:p>
        </w:tc>
        <w:tc>
          <w:tcPr>
            <w:tcW w:w="1865" w:type="dxa"/>
          </w:tcPr>
          <w:p w:rsidR="008C1BBF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Pelease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S.</w:t>
            </w:r>
          </w:p>
          <w:p w:rsidR="00896F56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Cuculescu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M.</w:t>
            </w:r>
          </w:p>
          <w:p w:rsidR="00896F56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Parvulescu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C.</w:t>
            </w:r>
          </w:p>
          <w:p w:rsidR="00896F56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Badescu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G.</w:t>
            </w:r>
          </w:p>
        </w:tc>
      </w:tr>
      <w:tr w:rsidR="00896F56" w:rsidTr="00896F56">
        <w:tc>
          <w:tcPr>
            <w:tcW w:w="808" w:type="dxa"/>
          </w:tcPr>
          <w:p w:rsidR="00896F56" w:rsidRDefault="00896F56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330" w:type="dxa"/>
          </w:tcPr>
          <w:p w:rsidR="00896F56" w:rsidRDefault="00896F56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.IV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2016</w:t>
            </w:r>
          </w:p>
        </w:tc>
        <w:tc>
          <w:tcPr>
            <w:tcW w:w="1654" w:type="dxa"/>
          </w:tcPr>
          <w:p w:rsidR="00896F56" w:rsidRDefault="00896F56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Sa ne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cunoastem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tara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istoria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proofErr w:type="gramEnd"/>
          </w:p>
        </w:tc>
        <w:tc>
          <w:tcPr>
            <w:tcW w:w="1577" w:type="dxa"/>
          </w:tcPr>
          <w:p w:rsidR="00896F56" w:rsidRDefault="00896F56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Excursie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96F56" w:rsidRDefault="00896F56" w:rsidP="00E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Pitesti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Targoviste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Sinaia</w:t>
            </w:r>
            <w:proofErr w:type="spellEnd"/>
          </w:p>
        </w:tc>
        <w:tc>
          <w:tcPr>
            <w:tcW w:w="1178" w:type="dxa"/>
          </w:tcPr>
          <w:p w:rsidR="00896F56" w:rsidRDefault="00896F56" w:rsidP="00896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8 - 21</w:t>
            </w:r>
          </w:p>
        </w:tc>
        <w:tc>
          <w:tcPr>
            <w:tcW w:w="1663" w:type="dxa"/>
          </w:tcPr>
          <w:p w:rsidR="00896F56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Intreaga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clasa</w:t>
            </w:r>
            <w:proofErr w:type="spellEnd"/>
          </w:p>
        </w:tc>
        <w:tc>
          <w:tcPr>
            <w:tcW w:w="1865" w:type="dxa"/>
          </w:tcPr>
          <w:p w:rsidR="00896F56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Badescu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G.</w:t>
            </w:r>
          </w:p>
          <w:p w:rsidR="00896F56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Pelease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S.</w:t>
            </w:r>
          </w:p>
          <w:p w:rsidR="00896F56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Stanculescu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S.</w:t>
            </w:r>
          </w:p>
          <w:p w:rsidR="00896F56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C49" w:rsidTr="00896F56">
        <w:tc>
          <w:tcPr>
            <w:tcW w:w="808" w:type="dxa"/>
          </w:tcPr>
          <w:p w:rsidR="008C1BBF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330" w:type="dxa"/>
          </w:tcPr>
          <w:p w:rsidR="008C1BBF" w:rsidRDefault="009363B7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bookmarkStart w:id="0" w:name="_GoBack"/>
            <w:bookmarkEnd w:id="0"/>
            <w:proofErr w:type="gramStart"/>
            <w:r w:rsidR="00896F56">
              <w:rPr>
                <w:rFonts w:ascii="Times New Roman" w:hAnsi="Times New Roman" w:cs="Times New Roman"/>
                <w:sz w:val="28"/>
                <w:szCs w:val="28"/>
              </w:rPr>
              <w:t>.IV</w:t>
            </w:r>
            <w:proofErr w:type="gramEnd"/>
            <w:r w:rsidR="00896F56">
              <w:rPr>
                <w:rFonts w:ascii="Times New Roman" w:hAnsi="Times New Roman" w:cs="Times New Roman"/>
                <w:sz w:val="28"/>
                <w:szCs w:val="28"/>
              </w:rPr>
              <w:t>. 2016</w:t>
            </w:r>
          </w:p>
        </w:tc>
        <w:tc>
          <w:tcPr>
            <w:tcW w:w="1654" w:type="dxa"/>
          </w:tcPr>
          <w:p w:rsidR="008C1BBF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Sa ne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cunoastem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tara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istoria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proofErr w:type="gramEnd"/>
          </w:p>
        </w:tc>
        <w:tc>
          <w:tcPr>
            <w:tcW w:w="1577" w:type="dxa"/>
          </w:tcPr>
          <w:p w:rsidR="00896F56" w:rsidRDefault="00896F56" w:rsidP="00896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Excursie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1BBF" w:rsidRDefault="00896F56" w:rsidP="00896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Pitesti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Targoviste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Sinaia</w:t>
            </w:r>
            <w:proofErr w:type="spellEnd"/>
          </w:p>
        </w:tc>
        <w:tc>
          <w:tcPr>
            <w:tcW w:w="1178" w:type="dxa"/>
          </w:tcPr>
          <w:p w:rsidR="008C1BBF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8 - 21</w:t>
            </w:r>
          </w:p>
        </w:tc>
        <w:tc>
          <w:tcPr>
            <w:tcW w:w="1663" w:type="dxa"/>
          </w:tcPr>
          <w:p w:rsidR="008C1BBF" w:rsidRDefault="00896F56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Intreaga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clasa</w:t>
            </w:r>
            <w:proofErr w:type="spellEnd"/>
          </w:p>
        </w:tc>
        <w:tc>
          <w:tcPr>
            <w:tcW w:w="1865" w:type="dxa"/>
          </w:tcPr>
          <w:p w:rsidR="00896F56" w:rsidRDefault="00896F56" w:rsidP="00896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Badescu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G.</w:t>
            </w:r>
          </w:p>
          <w:p w:rsidR="00896F56" w:rsidRDefault="00896F56" w:rsidP="00896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Pelease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S.</w:t>
            </w:r>
          </w:p>
          <w:p w:rsidR="00896F56" w:rsidRDefault="00896F56" w:rsidP="00896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Stanculescu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S.</w:t>
            </w:r>
          </w:p>
          <w:p w:rsidR="008C1BBF" w:rsidRDefault="008C1BBF" w:rsidP="008C1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1BBF" w:rsidRPr="008C1BBF" w:rsidRDefault="008C1BBF" w:rsidP="008C1B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C1BBF" w:rsidRPr="008C1BBF" w:rsidSect="00350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C1F" w:rsidRDefault="00B26C1F" w:rsidP="008C1BBF">
      <w:r>
        <w:separator/>
      </w:r>
    </w:p>
  </w:endnote>
  <w:endnote w:type="continuationSeparator" w:id="0">
    <w:p w:rsidR="00B26C1F" w:rsidRDefault="00B26C1F" w:rsidP="008C1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C1F" w:rsidRDefault="00B26C1F" w:rsidP="008C1BBF">
      <w:r>
        <w:separator/>
      </w:r>
    </w:p>
  </w:footnote>
  <w:footnote w:type="continuationSeparator" w:id="0">
    <w:p w:rsidR="00B26C1F" w:rsidRDefault="00B26C1F" w:rsidP="008C1B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BBF"/>
    <w:rsid w:val="00350C07"/>
    <w:rsid w:val="003966DB"/>
    <w:rsid w:val="00692F01"/>
    <w:rsid w:val="007B4994"/>
    <w:rsid w:val="00896F56"/>
    <w:rsid w:val="008C1BBF"/>
    <w:rsid w:val="009363B7"/>
    <w:rsid w:val="009E36A0"/>
    <w:rsid w:val="00A37CE1"/>
    <w:rsid w:val="00B26C1F"/>
    <w:rsid w:val="00BB0C49"/>
    <w:rsid w:val="00BD7998"/>
    <w:rsid w:val="00BF0240"/>
    <w:rsid w:val="00D9276D"/>
    <w:rsid w:val="00E5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C07"/>
  </w:style>
  <w:style w:type="paragraph" w:styleId="Heading1">
    <w:name w:val="heading 1"/>
    <w:basedOn w:val="Normal"/>
    <w:next w:val="Normal"/>
    <w:link w:val="Heading1Char"/>
    <w:uiPriority w:val="9"/>
    <w:qFormat/>
    <w:rsid w:val="00350C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0C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C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0C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50C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50C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50C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50C0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0C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0C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0C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50C0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350C0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350C0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50C0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350C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350C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50C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0C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0C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50C07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350C07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350C0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350C07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350C07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350C0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0C0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0C0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0C07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350C07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350C07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350C07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350C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0C0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350C07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50C07"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8C1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C1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BBF"/>
  </w:style>
  <w:style w:type="paragraph" w:styleId="Footer">
    <w:name w:val="footer"/>
    <w:basedOn w:val="Normal"/>
    <w:link w:val="FooterChar"/>
    <w:uiPriority w:val="99"/>
    <w:unhideWhenUsed/>
    <w:rsid w:val="008C1B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B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briela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0</TotalTime>
  <Pages>1</Pages>
  <Words>178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Director</cp:lastModifiedBy>
  <cp:revision>2</cp:revision>
  <dcterms:created xsi:type="dcterms:W3CDTF">2016-04-15T08:14:00Z</dcterms:created>
  <dcterms:modified xsi:type="dcterms:W3CDTF">2016-04-15T08:14:00Z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